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32B" w:rsidRDefault="00A5132B" w:rsidP="002739DF">
      <w:pPr>
        <w:jc w:val="center"/>
        <w:rPr>
          <w:sz w:val="40"/>
          <w:szCs w:val="40"/>
        </w:rPr>
      </w:pPr>
      <w:r>
        <w:rPr>
          <w:sz w:val="40"/>
          <w:szCs w:val="40"/>
        </w:rPr>
        <w:t>Сводный  протокол</w:t>
      </w:r>
    </w:p>
    <w:p w:rsidR="00A5132B" w:rsidRPr="003414A4" w:rsidRDefault="00A5132B" w:rsidP="002739DF">
      <w:pPr>
        <w:jc w:val="center"/>
        <w:rPr>
          <w:b/>
          <w:bCs/>
          <w:sz w:val="40"/>
          <w:szCs w:val="40"/>
        </w:rPr>
      </w:pPr>
      <w:r>
        <w:rPr>
          <w:sz w:val="40"/>
          <w:szCs w:val="40"/>
        </w:rPr>
        <w:t>президентских состязаний</w:t>
      </w:r>
      <w:r w:rsidRPr="001B38E0">
        <w:rPr>
          <w:sz w:val="40"/>
          <w:szCs w:val="40"/>
        </w:rPr>
        <w:t xml:space="preserve"> </w:t>
      </w:r>
      <w:r>
        <w:rPr>
          <w:sz w:val="40"/>
          <w:szCs w:val="40"/>
        </w:rPr>
        <w:t>учащихся филиала МБОУ лицей с. Долгоруково в                п. Тимирязевский</w:t>
      </w:r>
      <w:r>
        <w:rPr>
          <w:rFonts w:ascii="Times New Roman" w:hAnsi="Times New Roman" w:cs="Times New Roman"/>
          <w:sz w:val="28"/>
          <w:szCs w:val="28"/>
        </w:rPr>
        <w:tab/>
        <w:t xml:space="preserve"> 2016 – 2017 уч. год </w:t>
      </w:r>
      <w:r w:rsidRPr="003414A4">
        <w:rPr>
          <w:rFonts w:ascii="Times New Roman" w:hAnsi="Times New Roman" w:cs="Times New Roman"/>
          <w:b/>
          <w:bCs/>
          <w:sz w:val="40"/>
          <w:szCs w:val="40"/>
        </w:rPr>
        <w:t xml:space="preserve">       4-5 класс</w:t>
      </w:r>
    </w:p>
    <w:tbl>
      <w:tblPr>
        <w:tblW w:w="143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2"/>
        <w:gridCol w:w="3360"/>
        <w:gridCol w:w="848"/>
        <w:gridCol w:w="1418"/>
        <w:gridCol w:w="1276"/>
        <w:gridCol w:w="992"/>
        <w:gridCol w:w="1417"/>
        <w:gridCol w:w="851"/>
        <w:gridCol w:w="850"/>
        <w:gridCol w:w="709"/>
        <w:gridCol w:w="992"/>
        <w:gridCol w:w="993"/>
      </w:tblGrid>
      <w:tr w:rsidR="00A5132B" w:rsidRPr="00BE348C">
        <w:trPr>
          <w:trHeight w:val="1455"/>
        </w:trPr>
        <w:tc>
          <w:tcPr>
            <w:tcW w:w="61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60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48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8" w:type="dxa"/>
          </w:tcPr>
          <w:p w:rsidR="00A5132B" w:rsidRPr="00BE348C" w:rsidRDefault="00A5132B" w:rsidP="00BE348C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BE348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 на высокой переклад. (м)</w:t>
            </w:r>
          </w:p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132B" w:rsidRPr="00BE348C" w:rsidRDefault="00A5132B" w:rsidP="00BE348C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BE348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Подним. туловища </w:t>
            </w:r>
          </w:p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 xml:space="preserve">лёжа на спине </w:t>
            </w:r>
          </w:p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 xml:space="preserve">30 сек.                  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BE348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Наклон вперед  </w:t>
            </w:r>
          </w:p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Сгибание рук в упоре лёжа(д)</w:t>
            </w:r>
          </w:p>
        </w:tc>
        <w:tc>
          <w:tcPr>
            <w:tcW w:w="2410" w:type="dxa"/>
            <w:gridSpan w:val="3"/>
          </w:tcPr>
          <w:p w:rsidR="00A5132B" w:rsidRPr="00BE348C" w:rsidRDefault="00A5132B" w:rsidP="00BE348C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BE348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Прыжок в длину с места  </w:t>
            </w:r>
          </w:p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993" w:type="dxa"/>
          </w:tcPr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A5132B" w:rsidRPr="00BE348C">
        <w:tc>
          <w:tcPr>
            <w:tcW w:w="612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rPr>
                <w:sz w:val="28"/>
                <w:szCs w:val="28"/>
              </w:rPr>
            </w:pPr>
            <w:r w:rsidRPr="00BE348C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3360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Дюкова Анастосия</w:t>
            </w:r>
          </w:p>
        </w:tc>
        <w:tc>
          <w:tcPr>
            <w:tcW w:w="848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0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32B" w:rsidRPr="00BE348C">
        <w:tc>
          <w:tcPr>
            <w:tcW w:w="61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0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Воротникова Алёна</w:t>
            </w:r>
          </w:p>
        </w:tc>
        <w:tc>
          <w:tcPr>
            <w:tcW w:w="848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50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09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32B" w:rsidRPr="00BE348C">
        <w:tc>
          <w:tcPr>
            <w:tcW w:w="61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60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Долгошеева Ангелина</w:t>
            </w:r>
          </w:p>
        </w:tc>
        <w:tc>
          <w:tcPr>
            <w:tcW w:w="848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50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709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32B" w:rsidRPr="00BE348C">
        <w:tc>
          <w:tcPr>
            <w:tcW w:w="61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60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Трубицин</w:t>
            </w:r>
            <w:r w:rsidRPr="00BE34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848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50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09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32B" w:rsidRPr="00BE348C">
        <w:tc>
          <w:tcPr>
            <w:tcW w:w="61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0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Бельский Александр</w:t>
            </w:r>
          </w:p>
        </w:tc>
        <w:tc>
          <w:tcPr>
            <w:tcW w:w="848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0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32B" w:rsidRPr="00BE348C">
        <w:tc>
          <w:tcPr>
            <w:tcW w:w="61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60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Олимов Мухамад</w:t>
            </w:r>
          </w:p>
        </w:tc>
        <w:tc>
          <w:tcPr>
            <w:tcW w:w="848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50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09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32B" w:rsidRPr="00BE348C">
        <w:tc>
          <w:tcPr>
            <w:tcW w:w="61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60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Гришин Алексей</w:t>
            </w:r>
          </w:p>
        </w:tc>
        <w:tc>
          <w:tcPr>
            <w:tcW w:w="848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50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709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32B" w:rsidRPr="00BE348C">
        <w:tc>
          <w:tcPr>
            <w:tcW w:w="61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8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60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  <w:sz w:val="24"/>
                <w:szCs w:val="24"/>
              </w:rPr>
              <w:t>Евстигнеев  Кирилл</w:t>
            </w:r>
          </w:p>
        </w:tc>
        <w:tc>
          <w:tcPr>
            <w:tcW w:w="848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50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709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32B" w:rsidRPr="00BE348C">
        <w:tc>
          <w:tcPr>
            <w:tcW w:w="61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4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60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Морозов Александр</w:t>
            </w:r>
          </w:p>
        </w:tc>
        <w:tc>
          <w:tcPr>
            <w:tcW w:w="848" w:type="dxa"/>
            <w:vAlign w:val="center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0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709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48C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5132B" w:rsidRPr="00BE348C" w:rsidRDefault="00A5132B" w:rsidP="00BE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132B" w:rsidRPr="001D38E0" w:rsidRDefault="00A5132B" w:rsidP="002739DF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A5132B" w:rsidRPr="001D38E0" w:rsidRDefault="00A5132B" w:rsidP="002739DF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</w:t>
      </w:r>
    </w:p>
    <w:p w:rsidR="00A5132B" w:rsidRPr="001D38E0" w:rsidRDefault="00A5132B" w:rsidP="00854AD6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A5132B" w:rsidRPr="001D38E0" w:rsidRDefault="00A5132B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A5132B" w:rsidRPr="001D38E0" w:rsidRDefault="00A5132B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A5132B" w:rsidRPr="001D38E0" w:rsidRDefault="00A5132B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A5132B" w:rsidRPr="001D38E0" w:rsidRDefault="00A5132B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A5132B" w:rsidRPr="001D38E0" w:rsidRDefault="00A5132B" w:rsidP="001D38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sectPr w:rsidR="00A5132B" w:rsidRPr="001D38E0" w:rsidSect="00A861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77E67"/>
    <w:multiLevelType w:val="hybridMultilevel"/>
    <w:tmpl w:val="4EE8977C"/>
    <w:lvl w:ilvl="0" w:tplc="F4284A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8E0"/>
    <w:rsid w:val="00060C32"/>
    <w:rsid w:val="001B38E0"/>
    <w:rsid w:val="001D38E0"/>
    <w:rsid w:val="002739DF"/>
    <w:rsid w:val="002B38DD"/>
    <w:rsid w:val="003340F2"/>
    <w:rsid w:val="003414A4"/>
    <w:rsid w:val="003612A0"/>
    <w:rsid w:val="003A4329"/>
    <w:rsid w:val="003B2508"/>
    <w:rsid w:val="00516F1E"/>
    <w:rsid w:val="0066337C"/>
    <w:rsid w:val="007470CF"/>
    <w:rsid w:val="007806C2"/>
    <w:rsid w:val="007B789E"/>
    <w:rsid w:val="00854AD6"/>
    <w:rsid w:val="009B5B9F"/>
    <w:rsid w:val="00A5132B"/>
    <w:rsid w:val="00A80263"/>
    <w:rsid w:val="00A861E0"/>
    <w:rsid w:val="00AA6476"/>
    <w:rsid w:val="00B8102C"/>
    <w:rsid w:val="00BE348C"/>
    <w:rsid w:val="00C04A43"/>
    <w:rsid w:val="00C23D7C"/>
    <w:rsid w:val="00D64085"/>
    <w:rsid w:val="00E07521"/>
    <w:rsid w:val="00E77CDE"/>
    <w:rsid w:val="00EA461A"/>
    <w:rsid w:val="00EC05CB"/>
    <w:rsid w:val="00F61C9B"/>
    <w:rsid w:val="00F66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EA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38E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DefaultParagraphFont"/>
    <w:uiPriority w:val="99"/>
    <w:rsid w:val="00EA461A"/>
  </w:style>
  <w:style w:type="paragraph" w:styleId="ListParagraph">
    <w:name w:val="List Paragraph"/>
    <w:basedOn w:val="Normal"/>
    <w:uiPriority w:val="99"/>
    <w:qFormat/>
    <w:rsid w:val="00EA461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120</Words>
  <Characters>684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SmartTouch</cp:lastModifiedBy>
  <cp:revision>6</cp:revision>
  <cp:lastPrinted>2017-02-10T18:37:00Z</cp:lastPrinted>
  <dcterms:created xsi:type="dcterms:W3CDTF">2017-02-21T17:34:00Z</dcterms:created>
  <dcterms:modified xsi:type="dcterms:W3CDTF">2017-03-17T08:15:00Z</dcterms:modified>
</cp:coreProperties>
</file>